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5" w:type="dxa"/>
        <w:jc w:val="right"/>
        <w:tblLook w:val="01E0"/>
      </w:tblPr>
      <w:tblGrid>
        <w:gridCol w:w="10325"/>
      </w:tblGrid>
      <w:tr w:rsidR="00175388" w:rsidRPr="00853FA7" w:rsidTr="00472355">
        <w:trPr>
          <w:jc w:val="right"/>
        </w:trPr>
        <w:tc>
          <w:tcPr>
            <w:tcW w:w="10325" w:type="dxa"/>
          </w:tcPr>
          <w:tbl>
            <w:tblPr>
              <w:tblW w:w="10109" w:type="dxa"/>
              <w:tblLook w:val="01E0"/>
            </w:tblPr>
            <w:tblGrid>
              <w:gridCol w:w="6228"/>
              <w:gridCol w:w="3881"/>
            </w:tblGrid>
            <w:tr w:rsidR="00175388" w:rsidRPr="00853FA7" w:rsidTr="00371516">
              <w:tc>
                <w:tcPr>
                  <w:tcW w:w="622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5388" w:rsidRPr="00853FA7" w:rsidRDefault="00175388" w:rsidP="0037151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175388" w:rsidRPr="00853FA7" w:rsidRDefault="00175388" w:rsidP="0037151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175388" w:rsidRPr="00853FA7" w:rsidRDefault="00175388" w:rsidP="0037151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175388" w:rsidRPr="00853FA7" w:rsidRDefault="00175388" w:rsidP="0037151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175388" w:rsidRPr="00853FA7" w:rsidRDefault="00175388" w:rsidP="0037151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  <w:p w:rsidR="00175388" w:rsidRPr="00853FA7" w:rsidRDefault="00175388" w:rsidP="00371516">
                  <w:pPr>
                    <w:pStyle w:val="Title"/>
                    <w:jc w:val="right"/>
                    <w:rPr>
                      <w:bCs w:val="0"/>
                      <w:sz w:val="26"/>
                      <w:szCs w:val="26"/>
                      <w:u w:val="none"/>
                    </w:rPr>
                  </w:pPr>
                </w:p>
              </w:tc>
              <w:tc>
                <w:tcPr>
                  <w:tcW w:w="38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175388" w:rsidRPr="00853FA7" w:rsidRDefault="00175388" w:rsidP="00371516">
                  <w:pPr>
                    <w:tabs>
                      <w:tab w:val="left" w:pos="180"/>
                    </w:tabs>
                    <w:ind w:right="-234"/>
                    <w:rPr>
                      <w:bCs/>
                      <w:sz w:val="26"/>
                      <w:szCs w:val="26"/>
                    </w:rPr>
                  </w:pPr>
                  <w:r w:rsidRPr="00853FA7">
                    <w:rPr>
                      <w:bCs/>
                      <w:sz w:val="26"/>
                      <w:szCs w:val="26"/>
                    </w:rPr>
                    <w:t>ЗАТВЕРДЖЕНО</w:t>
                  </w:r>
                </w:p>
                <w:p w:rsidR="00175388" w:rsidRPr="00853FA7" w:rsidRDefault="00175388" w:rsidP="00371516">
                  <w:pPr>
                    <w:tabs>
                      <w:tab w:val="left" w:pos="180"/>
                    </w:tabs>
                    <w:ind w:right="-234"/>
                    <w:jc w:val="both"/>
                    <w:rPr>
                      <w:bCs/>
                      <w:sz w:val="26"/>
                      <w:szCs w:val="26"/>
                    </w:rPr>
                  </w:pPr>
                  <w:r w:rsidRPr="00853FA7">
                    <w:rPr>
                      <w:bCs/>
                      <w:sz w:val="26"/>
                      <w:szCs w:val="26"/>
                      <w:lang w:val="uk-UA"/>
                    </w:rPr>
                    <w:t>н</w:t>
                  </w:r>
                  <w:r w:rsidRPr="00853FA7">
                    <w:rPr>
                      <w:bCs/>
                      <w:sz w:val="26"/>
                      <w:szCs w:val="26"/>
                    </w:rPr>
                    <w:t xml:space="preserve">аказ начальника управління </w:t>
                  </w:r>
                </w:p>
                <w:p w:rsidR="00175388" w:rsidRPr="00853FA7" w:rsidRDefault="00175388" w:rsidP="00371516">
                  <w:pPr>
                    <w:tabs>
                      <w:tab w:val="left" w:pos="180"/>
                    </w:tabs>
                    <w:ind w:right="-234"/>
                    <w:jc w:val="both"/>
                    <w:rPr>
                      <w:bCs/>
                      <w:sz w:val="26"/>
                      <w:szCs w:val="26"/>
                    </w:rPr>
                  </w:pPr>
                  <w:r w:rsidRPr="00853FA7">
                    <w:rPr>
                      <w:bCs/>
                      <w:sz w:val="26"/>
                      <w:szCs w:val="26"/>
                    </w:rPr>
                    <w:t>соціального захисту населення</w:t>
                  </w:r>
                </w:p>
                <w:p w:rsidR="00175388" w:rsidRPr="00853FA7" w:rsidRDefault="00175388" w:rsidP="00371516">
                  <w:pPr>
                    <w:tabs>
                      <w:tab w:val="left" w:pos="180"/>
                    </w:tabs>
                    <w:ind w:right="-234"/>
                    <w:jc w:val="both"/>
                    <w:rPr>
                      <w:bCs/>
                      <w:sz w:val="26"/>
                      <w:szCs w:val="26"/>
                    </w:rPr>
                  </w:pPr>
                  <w:r w:rsidRPr="00853FA7">
                    <w:rPr>
                      <w:bCs/>
                      <w:sz w:val="26"/>
                      <w:szCs w:val="26"/>
                    </w:rPr>
                    <w:t>Ніжинської міської ради</w:t>
                  </w:r>
                </w:p>
                <w:p w:rsidR="00175388" w:rsidRPr="00853FA7" w:rsidRDefault="00175388" w:rsidP="00371516">
                  <w:pPr>
                    <w:tabs>
                      <w:tab w:val="left" w:pos="180"/>
                    </w:tabs>
                    <w:ind w:right="-234"/>
                    <w:jc w:val="both"/>
                    <w:rPr>
                      <w:sz w:val="26"/>
                      <w:szCs w:val="26"/>
                      <w:lang w:val="uk-UA"/>
                    </w:rPr>
                  </w:pPr>
                  <w:r w:rsidRPr="00853FA7">
                    <w:rPr>
                      <w:sz w:val="26"/>
                      <w:szCs w:val="26"/>
                      <w:lang w:val="uk-UA"/>
                    </w:rPr>
                    <w:t xml:space="preserve">17 липня 2023 року </w:t>
                  </w:r>
                  <w:r w:rsidRPr="00853FA7">
                    <w:rPr>
                      <w:sz w:val="26"/>
                      <w:szCs w:val="26"/>
                    </w:rPr>
                    <w:t>№</w:t>
                  </w:r>
                  <w:r w:rsidRPr="00853FA7">
                    <w:rPr>
                      <w:sz w:val="26"/>
                      <w:szCs w:val="26"/>
                      <w:lang w:val="uk-UA"/>
                    </w:rPr>
                    <w:t xml:space="preserve"> 64</w:t>
                  </w:r>
                </w:p>
                <w:p w:rsidR="00175388" w:rsidRPr="00853FA7" w:rsidRDefault="00175388" w:rsidP="00371516">
                  <w:pPr>
                    <w:tabs>
                      <w:tab w:val="left" w:pos="180"/>
                    </w:tabs>
                    <w:ind w:right="-234"/>
                    <w:jc w:val="both"/>
                    <w:rPr>
                      <w:b/>
                      <w:bCs/>
                      <w:sz w:val="26"/>
                      <w:szCs w:val="26"/>
                      <w:lang w:val="uk-UA"/>
                    </w:rPr>
                  </w:pPr>
                </w:p>
              </w:tc>
            </w:tr>
          </w:tbl>
          <w:p w:rsidR="00175388" w:rsidRPr="00853FA7" w:rsidRDefault="00175388" w:rsidP="00472355">
            <w:pPr>
              <w:pStyle w:val="Title"/>
              <w:jc w:val="right"/>
              <w:rPr>
                <w:bCs w:val="0"/>
                <w:sz w:val="28"/>
                <w:szCs w:val="28"/>
              </w:rPr>
            </w:pPr>
          </w:p>
        </w:tc>
      </w:tr>
    </w:tbl>
    <w:p w:rsidR="00175388" w:rsidRPr="002D44A0" w:rsidRDefault="00175388" w:rsidP="00325039">
      <w:pPr>
        <w:rPr>
          <w:lang w:val="uk-UA"/>
        </w:rPr>
      </w:pPr>
    </w:p>
    <w:p w:rsidR="00175388" w:rsidRPr="002D44A0" w:rsidRDefault="00175388" w:rsidP="00325039">
      <w:pPr>
        <w:jc w:val="center"/>
        <w:rPr>
          <w:b/>
          <w:lang w:val="uk-UA"/>
        </w:rPr>
      </w:pPr>
      <w:r w:rsidRPr="002D44A0">
        <w:rPr>
          <w:b/>
          <w:lang w:val="uk-UA"/>
        </w:rPr>
        <w:t>ЗРАЗОК ОФОРМЛЕННЯ КОНВЕРТУ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32"/>
      </w:tblGrid>
      <w:tr w:rsidR="00175388" w:rsidRPr="002D44A0" w:rsidTr="00B40614">
        <w:trPr>
          <w:trHeight w:val="8112"/>
        </w:trPr>
        <w:tc>
          <w:tcPr>
            <w:tcW w:w="10632" w:type="dxa"/>
          </w:tcPr>
          <w:p w:rsidR="00175388" w:rsidRPr="00B40614" w:rsidRDefault="00175388" w:rsidP="00B40614">
            <w:pPr>
              <w:tabs>
                <w:tab w:val="center" w:pos="5331"/>
              </w:tabs>
              <w:rPr>
                <w:lang w:val="uk-UA"/>
              </w:rPr>
            </w:pPr>
          </w:p>
          <w:p w:rsidR="00175388" w:rsidRPr="00337E94" w:rsidRDefault="00175388" w:rsidP="00B40614">
            <w:pPr>
              <w:tabs>
                <w:tab w:val="center" w:pos="5331"/>
              </w:tabs>
              <w:rPr>
                <w:color w:val="FF0000"/>
                <w:lang w:val="uk-UA"/>
              </w:rPr>
            </w:pPr>
            <w:r w:rsidRPr="00B40614">
              <w:rPr>
                <w:lang w:val="uk-UA"/>
              </w:rPr>
              <w:t xml:space="preserve">Реєстраційний №______________     </w:t>
            </w:r>
            <w:r w:rsidRPr="00B40614">
              <w:rPr>
                <w:lang w:val="uk-UA"/>
              </w:rPr>
              <w:tab/>
              <w:t xml:space="preserve">Не відкривати до 10 год. 00 хв. </w:t>
            </w:r>
            <w:r w:rsidRPr="00853FA7">
              <w:rPr>
                <w:lang w:val="uk-UA"/>
              </w:rPr>
              <w:t>08 серпня  2023р.</w:t>
            </w:r>
          </w:p>
          <w:p w:rsidR="00175388" w:rsidRPr="00B40614" w:rsidRDefault="00175388" w:rsidP="00B40614">
            <w:pPr>
              <w:tabs>
                <w:tab w:val="center" w:pos="5331"/>
              </w:tabs>
              <w:rPr>
                <w:lang w:val="uk-UA"/>
              </w:rPr>
            </w:pPr>
          </w:p>
          <w:p w:rsidR="00175388" w:rsidRPr="00B40614" w:rsidRDefault="00175388" w:rsidP="00B40614">
            <w:pPr>
              <w:tabs>
                <w:tab w:val="center" w:pos="5331"/>
              </w:tabs>
              <w:rPr>
                <w:lang w:val="uk-UA"/>
              </w:rPr>
            </w:pPr>
          </w:p>
          <w:p w:rsidR="00175388" w:rsidRPr="00B40614" w:rsidRDefault="00175388" w:rsidP="00B40614">
            <w:pPr>
              <w:tabs>
                <w:tab w:val="center" w:pos="5331"/>
              </w:tabs>
              <w:rPr>
                <w:lang w:val="uk-UA"/>
              </w:rPr>
            </w:pPr>
            <w:r w:rsidRPr="00B40614">
              <w:rPr>
                <w:lang w:val="uk-UA"/>
              </w:rPr>
              <w:t>Найменування учасника:</w:t>
            </w:r>
          </w:p>
          <w:p w:rsidR="00175388" w:rsidRPr="00B40614" w:rsidRDefault="00175388" w:rsidP="00B40614">
            <w:pPr>
              <w:tabs>
                <w:tab w:val="center" w:pos="5331"/>
              </w:tabs>
              <w:rPr>
                <w:lang w:val="uk-UA"/>
              </w:rPr>
            </w:pPr>
            <w:r w:rsidRPr="00B40614">
              <w:rPr>
                <w:lang w:val="uk-UA"/>
              </w:rPr>
              <w:t>Код ЄДРПОУ:</w:t>
            </w:r>
          </w:p>
          <w:p w:rsidR="00175388" w:rsidRPr="00B40614" w:rsidRDefault="00175388" w:rsidP="00B40614">
            <w:pPr>
              <w:tabs>
                <w:tab w:val="center" w:pos="5331"/>
              </w:tabs>
              <w:rPr>
                <w:lang w:val="uk-UA"/>
              </w:rPr>
            </w:pPr>
            <w:r w:rsidRPr="00B40614">
              <w:rPr>
                <w:lang w:val="uk-UA"/>
              </w:rPr>
              <w:t>Адреса (місцезнаходження):</w:t>
            </w:r>
          </w:p>
          <w:p w:rsidR="00175388" w:rsidRPr="00B40614" w:rsidRDefault="00175388" w:rsidP="00B40614">
            <w:pPr>
              <w:tabs>
                <w:tab w:val="center" w:pos="5331"/>
              </w:tabs>
              <w:rPr>
                <w:lang w:val="uk-UA"/>
              </w:rPr>
            </w:pPr>
            <w:r w:rsidRPr="00B40614">
              <w:rPr>
                <w:lang w:val="uk-UA"/>
              </w:rPr>
              <w:t>Телефон, факс, е-mail:</w:t>
            </w:r>
          </w:p>
          <w:p w:rsidR="00175388" w:rsidRPr="00B40614" w:rsidRDefault="00175388" w:rsidP="00016A7A">
            <w:pPr>
              <w:rPr>
                <w:lang w:val="uk-UA"/>
              </w:rPr>
            </w:pPr>
          </w:p>
          <w:p w:rsidR="00175388" w:rsidRPr="00B40614" w:rsidRDefault="00175388" w:rsidP="00016A7A">
            <w:pPr>
              <w:rPr>
                <w:lang w:val="uk-UA"/>
              </w:rPr>
            </w:pPr>
          </w:p>
          <w:p w:rsidR="00175388" w:rsidRPr="00B40614" w:rsidRDefault="00175388" w:rsidP="00B40614">
            <w:pPr>
              <w:tabs>
                <w:tab w:val="left" w:pos="3600"/>
              </w:tabs>
              <w:rPr>
                <w:lang w:val="uk-UA"/>
              </w:rPr>
            </w:pPr>
            <w:r w:rsidRPr="00B40614">
              <w:rPr>
                <w:lang w:val="uk-UA"/>
              </w:rPr>
              <w:tab/>
              <w:t>КОНКУРСНА ПРОПОЗИЦІЯ</w:t>
            </w:r>
          </w:p>
          <w:p w:rsidR="00175388" w:rsidRPr="00B40614" w:rsidRDefault="00175388" w:rsidP="00B4061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до проведення у 2023 році конкурсу</w:t>
            </w:r>
            <w:r w:rsidRPr="0092347E">
              <w:rPr>
                <w:lang w:val="uk-UA"/>
              </w:rPr>
              <w:t xml:space="preserve"> </w:t>
            </w:r>
            <w:r w:rsidRPr="0092347E">
              <w:rPr>
                <w:color w:val="000000"/>
                <w:lang w:val="uk-UA"/>
              </w:rPr>
              <w:t>на надання соціальної послуги «Транспортні послуги» шляхом соціального замовлення</w:t>
            </w:r>
            <w:r w:rsidRPr="00B40614">
              <w:rPr>
                <w:lang w:val="uk-UA"/>
              </w:rPr>
              <w:t xml:space="preserve"> </w:t>
            </w:r>
          </w:p>
          <w:p w:rsidR="00175388" w:rsidRPr="00B40614" w:rsidRDefault="00175388" w:rsidP="00B40614">
            <w:pPr>
              <w:jc w:val="center"/>
              <w:rPr>
                <w:lang w:val="uk-UA"/>
              </w:rPr>
            </w:pPr>
          </w:p>
          <w:p w:rsidR="00175388" w:rsidRPr="00B40614" w:rsidRDefault="00175388" w:rsidP="00EA1226">
            <w:pPr>
              <w:rPr>
                <w:lang w:val="uk-UA"/>
              </w:rPr>
            </w:pPr>
            <w:r w:rsidRPr="00B40614">
              <w:rPr>
                <w:lang w:val="uk-UA"/>
              </w:rPr>
              <w:t xml:space="preserve">                                    </w:t>
            </w:r>
          </w:p>
          <w:p w:rsidR="00175388" w:rsidRPr="00B40614" w:rsidRDefault="00175388" w:rsidP="00B40614">
            <w:pPr>
              <w:tabs>
                <w:tab w:val="left" w:pos="7965"/>
              </w:tabs>
              <w:rPr>
                <w:lang w:val="uk-UA"/>
              </w:rPr>
            </w:pPr>
            <w:r w:rsidRPr="00B40614">
              <w:rPr>
                <w:lang w:val="uk-UA"/>
              </w:rPr>
              <w:t xml:space="preserve">                                                     </w:t>
            </w:r>
            <w:r>
              <w:rPr>
                <w:lang w:val="uk-UA"/>
              </w:rPr>
              <w:t xml:space="preserve">                                </w:t>
            </w:r>
            <w:r w:rsidRPr="00B40614">
              <w:rPr>
                <w:lang w:val="uk-UA"/>
              </w:rPr>
              <w:t xml:space="preserve">Управління </w:t>
            </w:r>
            <w:r>
              <w:rPr>
                <w:lang w:val="uk-UA"/>
              </w:rPr>
              <w:t xml:space="preserve"> соціального захисту</w:t>
            </w:r>
          </w:p>
          <w:p w:rsidR="00175388" w:rsidRPr="00B40614" w:rsidRDefault="00175388" w:rsidP="00B40614">
            <w:pPr>
              <w:tabs>
                <w:tab w:val="left" w:pos="7965"/>
              </w:tabs>
              <w:rPr>
                <w:lang w:val="uk-UA"/>
              </w:rPr>
            </w:pPr>
            <w:r w:rsidRPr="00B40614">
              <w:rPr>
                <w:lang w:val="uk-UA"/>
              </w:rPr>
              <w:t xml:space="preserve">                                                                                     </w:t>
            </w:r>
            <w:r>
              <w:rPr>
                <w:lang w:val="uk-UA"/>
              </w:rPr>
              <w:t>Ніжинської</w:t>
            </w:r>
            <w:r w:rsidRPr="00B40614">
              <w:rPr>
                <w:lang w:val="uk-UA"/>
              </w:rPr>
              <w:t xml:space="preserve"> міської ради</w:t>
            </w:r>
          </w:p>
          <w:p w:rsidR="00175388" w:rsidRPr="00B40614" w:rsidRDefault="00175388" w:rsidP="00B40614">
            <w:pPr>
              <w:jc w:val="center"/>
              <w:rPr>
                <w:lang w:val="uk-UA"/>
              </w:rPr>
            </w:pPr>
            <w:r w:rsidRPr="00B40614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                </w:t>
            </w:r>
            <w:r w:rsidRPr="00B40614">
              <w:rPr>
                <w:lang w:val="uk-UA"/>
              </w:rPr>
              <w:t xml:space="preserve">вул. </w:t>
            </w:r>
            <w:r>
              <w:rPr>
                <w:lang w:val="uk-UA"/>
              </w:rPr>
              <w:t>Гоголя, буд. 6</w:t>
            </w:r>
            <w:r w:rsidRPr="00B40614">
              <w:rPr>
                <w:lang w:val="uk-UA"/>
              </w:rPr>
              <w:t xml:space="preserve">, </w:t>
            </w:r>
          </w:p>
          <w:p w:rsidR="00175388" w:rsidRPr="00B40614" w:rsidRDefault="00175388" w:rsidP="00B40614">
            <w:pPr>
              <w:jc w:val="center"/>
              <w:rPr>
                <w:lang w:val="uk-UA"/>
              </w:rPr>
            </w:pPr>
            <w:r w:rsidRPr="00B40614">
              <w:rPr>
                <w:lang w:val="uk-UA"/>
              </w:rPr>
              <w:t xml:space="preserve">      </w:t>
            </w:r>
            <w:r>
              <w:rPr>
                <w:lang w:val="uk-UA"/>
              </w:rPr>
              <w:t xml:space="preserve">        м. Ніжин</w:t>
            </w:r>
            <w:r w:rsidRPr="00B40614">
              <w:rPr>
                <w:lang w:val="uk-UA"/>
              </w:rPr>
              <w:t xml:space="preserve">, </w:t>
            </w:r>
          </w:p>
          <w:p w:rsidR="00175388" w:rsidRPr="00B40614" w:rsidRDefault="00175388" w:rsidP="00B40614">
            <w:pPr>
              <w:jc w:val="center"/>
              <w:rPr>
                <w:lang w:val="uk-UA"/>
              </w:rPr>
            </w:pPr>
            <w:r w:rsidRPr="00B40614">
              <w:rPr>
                <w:lang w:val="uk-UA"/>
              </w:rPr>
              <w:t xml:space="preserve">                                       Код ЄДРПОУ: 03</w:t>
            </w:r>
            <w:r>
              <w:rPr>
                <w:lang w:val="uk-UA"/>
              </w:rPr>
              <w:t>196216</w:t>
            </w:r>
          </w:p>
          <w:p w:rsidR="00175388" w:rsidRPr="00B40614" w:rsidRDefault="00175388" w:rsidP="00B40614">
            <w:pPr>
              <w:jc w:val="center"/>
              <w:rPr>
                <w:lang w:val="uk-UA"/>
              </w:rPr>
            </w:pPr>
            <w:r w:rsidRPr="00B40614">
              <w:rPr>
                <w:lang w:val="uk-UA"/>
              </w:rPr>
              <w:t xml:space="preserve">                       </w:t>
            </w:r>
            <w:r>
              <w:rPr>
                <w:lang w:val="uk-UA"/>
              </w:rPr>
              <w:t xml:space="preserve">    </w:t>
            </w:r>
            <w:r w:rsidRPr="00B40614">
              <w:rPr>
                <w:lang w:val="uk-UA"/>
              </w:rPr>
              <w:t xml:space="preserve"> тел. 0</w:t>
            </w:r>
            <w:r>
              <w:rPr>
                <w:lang w:val="uk-UA"/>
              </w:rPr>
              <w:t>4631 7 34 23</w:t>
            </w:r>
          </w:p>
          <w:p w:rsidR="00175388" w:rsidRPr="00B40614" w:rsidRDefault="00175388" w:rsidP="00016A7A">
            <w:pPr>
              <w:rPr>
                <w:lang w:val="uk-UA"/>
              </w:rPr>
            </w:pPr>
          </w:p>
          <w:p w:rsidR="00175388" w:rsidRPr="00B40614" w:rsidRDefault="00175388" w:rsidP="00016A7A">
            <w:pPr>
              <w:rPr>
                <w:lang w:val="uk-UA"/>
              </w:rPr>
            </w:pPr>
            <w:r w:rsidRPr="00B40614">
              <w:rPr>
                <w:b/>
                <w:lang w:val="uk-UA"/>
              </w:rPr>
              <w:t>УВАГА!!!</w:t>
            </w:r>
            <w:r w:rsidRPr="00B40614">
              <w:rPr>
                <w:lang w:val="uk-UA"/>
              </w:rPr>
              <w:t xml:space="preserve"> Конверт повинен бути заклеєний та опечатаний відбитком печатки учасника конкурсу в місцях склеювання.</w:t>
            </w:r>
          </w:p>
          <w:p w:rsidR="00175388" w:rsidRPr="00B40614" w:rsidRDefault="00175388" w:rsidP="00B4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Cs w:val="24"/>
                <w:lang w:val="uk-UA"/>
              </w:rPr>
            </w:pPr>
            <w:r w:rsidRPr="00B40614">
              <w:rPr>
                <w:b/>
                <w:i/>
                <w:szCs w:val="24"/>
                <w:lang w:val="uk-UA"/>
              </w:rPr>
              <w:t>УВАГА!</w:t>
            </w:r>
            <w:r w:rsidRPr="00B40614">
              <w:rPr>
                <w:i/>
                <w:szCs w:val="24"/>
                <w:lang w:val="uk-UA"/>
              </w:rPr>
              <w:t xml:space="preserve"> кожна сторінка аркуша конкурсної пропозиції Учасника конкурсу повинна бути пронумерована, містити підпис уповноваженої посадової особи Учасника та відбитку печатки Учасника*.</w:t>
            </w:r>
          </w:p>
          <w:p w:rsidR="00175388" w:rsidRPr="00B40614" w:rsidRDefault="00175388" w:rsidP="00B4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Cs w:val="24"/>
                <w:lang w:val="uk-UA"/>
              </w:rPr>
            </w:pPr>
            <w:r w:rsidRPr="00B40614">
              <w:rPr>
                <w:i/>
                <w:szCs w:val="24"/>
                <w:lang w:val="uk-UA"/>
              </w:rPr>
              <w:t xml:space="preserve">       Зворотна сторінка аркуша нумерується, маркується шляхом напису на весь аркуш великої “z” (у разі якщо вона порожня), підписується уповноваженою посадовою особою Учасника та містить відбиток печатки Учасника*.</w:t>
            </w:r>
          </w:p>
          <w:p w:rsidR="00175388" w:rsidRPr="00B40614" w:rsidRDefault="00175388" w:rsidP="00B4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Cs w:val="24"/>
                <w:lang w:val="uk-UA"/>
              </w:rPr>
            </w:pPr>
            <w:r w:rsidRPr="00B40614">
              <w:rPr>
                <w:i/>
                <w:szCs w:val="24"/>
                <w:lang w:val="uk-UA"/>
              </w:rPr>
              <w:t xml:space="preserve">       Усі копії документів повинні бути завірені відповідно до вимог чинного законодавства та конкурсної документації, а саме: містити напис – </w:t>
            </w:r>
            <w:r w:rsidRPr="00B40614">
              <w:rPr>
                <w:i/>
                <w:color w:val="000000"/>
                <w:szCs w:val="24"/>
                <w:lang w:val="uk-UA"/>
              </w:rPr>
              <w:t>«Згідно з оригіналом» або «Копія вірна»</w:t>
            </w:r>
            <w:r w:rsidRPr="00B40614">
              <w:rPr>
                <w:i/>
                <w:szCs w:val="24"/>
                <w:lang w:val="uk-UA"/>
              </w:rPr>
              <w:t>, підпис уповноваженої особи, дату, коли копія була завірена, та містити відбиток печатки Учасника*.</w:t>
            </w:r>
          </w:p>
          <w:p w:rsidR="00175388" w:rsidRPr="00B40614" w:rsidRDefault="00175388" w:rsidP="00B4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Cs w:val="24"/>
                <w:lang w:val="uk-UA"/>
              </w:rPr>
            </w:pPr>
            <w:r w:rsidRPr="00B40614">
              <w:rPr>
                <w:szCs w:val="24"/>
                <w:lang w:val="uk-UA"/>
              </w:rPr>
              <w:t xml:space="preserve">      </w:t>
            </w:r>
            <w:r w:rsidRPr="00B40614">
              <w:rPr>
                <w:i/>
                <w:szCs w:val="24"/>
                <w:lang w:val="uk-UA"/>
              </w:rPr>
              <w:t>Прошита пропозиція конкурсних торгів повинна бути склеєна</w:t>
            </w:r>
            <w:r w:rsidRPr="00B40614">
              <w:rPr>
                <w:b/>
                <w:bCs/>
                <w:i/>
                <w:szCs w:val="24"/>
                <w:lang w:val="uk-UA"/>
              </w:rPr>
              <w:t xml:space="preserve"> </w:t>
            </w:r>
            <w:r w:rsidRPr="00B40614">
              <w:rPr>
                <w:i/>
                <w:szCs w:val="24"/>
                <w:lang w:val="uk-UA"/>
              </w:rPr>
              <w:t>на звороті останнього аркушу, зазначивши кількість прошитих сторінок, та скріплена підписом уповноваженої особи учасника та печаткою Учасника*</w:t>
            </w:r>
          </w:p>
          <w:p w:rsidR="00175388" w:rsidRPr="00B40614" w:rsidRDefault="00175388" w:rsidP="00B406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Cs w:val="24"/>
                <w:lang w:val="uk-UA"/>
              </w:rPr>
            </w:pPr>
          </w:p>
        </w:tc>
      </w:tr>
    </w:tbl>
    <w:p w:rsidR="00175388" w:rsidRDefault="00175388" w:rsidP="005D7304">
      <w:pPr>
        <w:ind w:firstLine="567"/>
        <w:rPr>
          <w:sz w:val="28"/>
          <w:szCs w:val="28"/>
          <w:lang w:val="uk-UA"/>
        </w:rPr>
      </w:pPr>
    </w:p>
    <w:p w:rsidR="00175388" w:rsidRPr="005D7304" w:rsidRDefault="00175388" w:rsidP="00B73926">
      <w:pPr>
        <w:spacing w:line="480" w:lineRule="auto"/>
        <w:ind w:firstLine="567"/>
        <w:rPr>
          <w:lang w:val="uk-UA"/>
        </w:rPr>
      </w:pPr>
    </w:p>
    <w:sectPr w:rsidR="00175388" w:rsidRPr="005D7304" w:rsidSect="00A17F74">
      <w:pgSz w:w="11906" w:h="16838"/>
      <w:pgMar w:top="567" w:right="284" w:bottom="851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25039"/>
    <w:rsid w:val="00010C49"/>
    <w:rsid w:val="00015B27"/>
    <w:rsid w:val="00016A7A"/>
    <w:rsid w:val="00021451"/>
    <w:rsid w:val="0012677A"/>
    <w:rsid w:val="00175388"/>
    <w:rsid w:val="001B0465"/>
    <w:rsid w:val="002D44A0"/>
    <w:rsid w:val="003155D9"/>
    <w:rsid w:val="00324DA9"/>
    <w:rsid w:val="00325039"/>
    <w:rsid w:val="00337E94"/>
    <w:rsid w:val="00354AC2"/>
    <w:rsid w:val="00371516"/>
    <w:rsid w:val="00400C9E"/>
    <w:rsid w:val="0042265F"/>
    <w:rsid w:val="00472355"/>
    <w:rsid w:val="00487649"/>
    <w:rsid w:val="0053315E"/>
    <w:rsid w:val="005A27CC"/>
    <w:rsid w:val="005D7304"/>
    <w:rsid w:val="005E1B1F"/>
    <w:rsid w:val="005F3DA0"/>
    <w:rsid w:val="00691ECB"/>
    <w:rsid w:val="006C3D6A"/>
    <w:rsid w:val="006D2FA3"/>
    <w:rsid w:val="00705A7C"/>
    <w:rsid w:val="0072250E"/>
    <w:rsid w:val="0081032C"/>
    <w:rsid w:val="00853FA7"/>
    <w:rsid w:val="00870220"/>
    <w:rsid w:val="0088728B"/>
    <w:rsid w:val="0092347E"/>
    <w:rsid w:val="009B4EB8"/>
    <w:rsid w:val="009F1E59"/>
    <w:rsid w:val="00A17F74"/>
    <w:rsid w:val="00AB6A4E"/>
    <w:rsid w:val="00AF7B48"/>
    <w:rsid w:val="00B04C9A"/>
    <w:rsid w:val="00B40614"/>
    <w:rsid w:val="00B41C04"/>
    <w:rsid w:val="00B73926"/>
    <w:rsid w:val="00B96CFE"/>
    <w:rsid w:val="00BA560C"/>
    <w:rsid w:val="00BB4AEE"/>
    <w:rsid w:val="00C727C3"/>
    <w:rsid w:val="00CD1036"/>
    <w:rsid w:val="00D11655"/>
    <w:rsid w:val="00D65148"/>
    <w:rsid w:val="00D82C62"/>
    <w:rsid w:val="00D82C8A"/>
    <w:rsid w:val="00DC2853"/>
    <w:rsid w:val="00DE37E0"/>
    <w:rsid w:val="00E32BFA"/>
    <w:rsid w:val="00E5432E"/>
    <w:rsid w:val="00E6667F"/>
    <w:rsid w:val="00EA1226"/>
    <w:rsid w:val="00ED14DA"/>
    <w:rsid w:val="00ED750F"/>
    <w:rsid w:val="00EF331B"/>
    <w:rsid w:val="00F01C43"/>
    <w:rsid w:val="00F11BDD"/>
    <w:rsid w:val="00F52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039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2503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325039"/>
    <w:rPr>
      <w:rFonts w:cs="Times New Roman"/>
      <w:b/>
    </w:rPr>
  </w:style>
  <w:style w:type="paragraph" w:styleId="Title">
    <w:name w:val="Title"/>
    <w:basedOn w:val="Normal"/>
    <w:link w:val="TitleChar"/>
    <w:uiPriority w:val="99"/>
    <w:qFormat/>
    <w:locked/>
    <w:rsid w:val="0081032C"/>
    <w:pPr>
      <w:jc w:val="center"/>
    </w:pPr>
    <w:rPr>
      <w:rFonts w:eastAsia="Calibri"/>
      <w:b/>
      <w:bCs/>
      <w:szCs w:val="24"/>
      <w:u w:val="single"/>
      <w:lang w:val="uk-UA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56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287</Words>
  <Characters>1638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Tymochko</dc:creator>
  <cp:keywords/>
  <dc:description/>
  <cp:lastModifiedBy>k5-1</cp:lastModifiedBy>
  <cp:revision>25</cp:revision>
  <cp:lastPrinted>2023-07-07T13:37:00Z</cp:lastPrinted>
  <dcterms:created xsi:type="dcterms:W3CDTF">2018-06-18T13:58:00Z</dcterms:created>
  <dcterms:modified xsi:type="dcterms:W3CDTF">2023-07-17T06:48:00Z</dcterms:modified>
</cp:coreProperties>
</file>