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CF" w:rsidRPr="004D4703" w:rsidRDefault="007C05CF" w:rsidP="004D4703">
      <w:pPr>
        <w:rPr>
          <w:lang w:val="uk-UA"/>
        </w:rPr>
      </w:pPr>
      <w:r w:rsidRPr="00090948">
        <w:rPr>
          <w:noProof/>
          <w:lang w:eastAsia="ru-RU"/>
        </w:rPr>
        <w:object w:dxaOrig="16177" w:dyaOrig="107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3" o:spid="_x0000_i1025" type="#_x0000_t75" style="width:808.5pt;height:538.5pt;visibility:visible" o:ole="">
            <v:imagedata r:id="rId4" o:title=""/>
            <o:lock v:ext="edit" aspectratio="f"/>
          </v:shape>
          <o:OLEObject Type="Embed" ProgID="Excel.Chart.8" ShapeID="Диаграмма 3" DrawAspect="Content" ObjectID="_1704108055" r:id="rId5"/>
        </w:object>
      </w:r>
    </w:p>
    <w:sectPr w:rsidR="007C05CF" w:rsidRPr="004D4703" w:rsidSect="00A7104A">
      <w:pgSz w:w="16838" w:h="11906" w:orient="landscape"/>
      <w:pgMar w:top="70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EB1"/>
    <w:rsid w:val="00090948"/>
    <w:rsid w:val="000933C9"/>
    <w:rsid w:val="00195943"/>
    <w:rsid w:val="00277711"/>
    <w:rsid w:val="00321250"/>
    <w:rsid w:val="0042101C"/>
    <w:rsid w:val="004D4703"/>
    <w:rsid w:val="005E6B0D"/>
    <w:rsid w:val="006F7D4D"/>
    <w:rsid w:val="007413A6"/>
    <w:rsid w:val="00741C07"/>
    <w:rsid w:val="00745059"/>
    <w:rsid w:val="00784D38"/>
    <w:rsid w:val="0078682C"/>
    <w:rsid w:val="0079666A"/>
    <w:rsid w:val="007C05CF"/>
    <w:rsid w:val="007E1F0A"/>
    <w:rsid w:val="00923B2F"/>
    <w:rsid w:val="00A15F4D"/>
    <w:rsid w:val="00A35EB1"/>
    <w:rsid w:val="00A7104A"/>
    <w:rsid w:val="00B12EE4"/>
    <w:rsid w:val="00B1501F"/>
    <w:rsid w:val="00B33964"/>
    <w:rsid w:val="00C325E2"/>
    <w:rsid w:val="00CC5EBD"/>
    <w:rsid w:val="00D40B0D"/>
    <w:rsid w:val="00D951A5"/>
    <w:rsid w:val="00E1370D"/>
    <w:rsid w:val="00FD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</Words>
  <Characters>21</Characters>
  <Application>Microsoft Office Outlook</Application>
  <DocSecurity>0</DocSecurity>
  <Lines>0</Lines>
  <Paragraphs>0</Paragraphs>
  <ScaleCrop>false</ScaleCrop>
  <Company>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k12-2</cp:lastModifiedBy>
  <cp:revision>5</cp:revision>
  <cp:lastPrinted>2022-01-19T07:36:00Z</cp:lastPrinted>
  <dcterms:created xsi:type="dcterms:W3CDTF">2022-01-19T12:08:00Z</dcterms:created>
  <dcterms:modified xsi:type="dcterms:W3CDTF">2022-01-19T12:35:00Z</dcterms:modified>
</cp:coreProperties>
</file>