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A20" w:rsidRPr="004F7CB7" w:rsidRDefault="00E37A20" w:rsidP="00E6572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4F7CB7">
        <w:rPr>
          <w:rFonts w:ascii="Times New Roman" w:hAnsi="Times New Roman"/>
          <w:sz w:val="24"/>
          <w:szCs w:val="24"/>
          <w:lang w:val="uk-UA"/>
        </w:rPr>
        <w:t xml:space="preserve">Додаток №1 </w:t>
      </w:r>
    </w:p>
    <w:p w:rsidR="00E37A20" w:rsidRPr="004F7CB7" w:rsidRDefault="00E37A20" w:rsidP="00E6572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Pr="004F7CB7">
        <w:rPr>
          <w:rFonts w:ascii="Times New Roman" w:hAnsi="Times New Roman"/>
          <w:sz w:val="24"/>
          <w:szCs w:val="24"/>
          <w:lang w:val="uk-UA"/>
        </w:rPr>
        <w:t xml:space="preserve">о рішення Ніжинської міської ради </w:t>
      </w:r>
    </w:p>
    <w:p w:rsidR="00E37A20" w:rsidRPr="004F7CB7" w:rsidRDefault="00E37A20" w:rsidP="00E6572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4F7CB7">
        <w:rPr>
          <w:rFonts w:ascii="Times New Roman" w:hAnsi="Times New Roman"/>
          <w:sz w:val="24"/>
          <w:szCs w:val="24"/>
          <w:lang w:val="en-US"/>
        </w:rPr>
        <w:t>VIII</w:t>
      </w:r>
      <w:r w:rsidRPr="004F7CB7">
        <w:rPr>
          <w:rFonts w:ascii="Times New Roman" w:hAnsi="Times New Roman"/>
          <w:sz w:val="24"/>
          <w:szCs w:val="24"/>
        </w:rPr>
        <w:t xml:space="preserve"> </w:t>
      </w:r>
      <w:r w:rsidRPr="004F7CB7">
        <w:rPr>
          <w:rFonts w:ascii="Times New Roman" w:hAnsi="Times New Roman"/>
          <w:sz w:val="24"/>
          <w:szCs w:val="24"/>
          <w:lang w:val="uk-UA"/>
        </w:rPr>
        <w:t>скликання</w:t>
      </w:r>
    </w:p>
    <w:p w:rsidR="00E37A20" w:rsidRPr="004F7CB7" w:rsidRDefault="00E37A20" w:rsidP="00E6572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Pr="004F7CB7">
        <w:rPr>
          <w:rFonts w:ascii="Times New Roman" w:hAnsi="Times New Roman"/>
          <w:sz w:val="24"/>
          <w:szCs w:val="24"/>
          <w:lang w:val="uk-UA"/>
        </w:rPr>
        <w:t>ід «</w:t>
      </w:r>
      <w:r>
        <w:rPr>
          <w:rFonts w:ascii="Times New Roman" w:hAnsi="Times New Roman"/>
          <w:sz w:val="24"/>
          <w:szCs w:val="24"/>
          <w:lang w:val="uk-UA"/>
        </w:rPr>
        <w:t>21</w:t>
      </w:r>
      <w:r w:rsidRPr="004F7CB7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 xml:space="preserve"> грудня</w:t>
      </w:r>
      <w:r w:rsidRPr="004F7CB7">
        <w:rPr>
          <w:rFonts w:ascii="Times New Roman" w:hAnsi="Times New Roman"/>
          <w:sz w:val="24"/>
          <w:szCs w:val="24"/>
          <w:lang w:val="uk-UA"/>
        </w:rPr>
        <w:t xml:space="preserve"> 2021 р. </w:t>
      </w:r>
    </w:p>
    <w:p w:rsidR="00E37A20" w:rsidRDefault="00E37A20" w:rsidP="00E6572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4F7CB7">
        <w:rPr>
          <w:rFonts w:ascii="Times New Roman" w:hAnsi="Times New Roman"/>
          <w:sz w:val="24"/>
          <w:szCs w:val="24"/>
          <w:lang w:val="uk-UA"/>
        </w:rPr>
        <w:t>№</w:t>
      </w:r>
      <w:r>
        <w:rPr>
          <w:rFonts w:ascii="Times New Roman" w:hAnsi="Times New Roman"/>
          <w:sz w:val="24"/>
          <w:szCs w:val="24"/>
          <w:lang w:val="uk-UA"/>
        </w:rPr>
        <w:t>14-18</w:t>
      </w:r>
      <w:r w:rsidRPr="004F7CB7">
        <w:rPr>
          <w:rFonts w:ascii="Times New Roman" w:hAnsi="Times New Roman"/>
          <w:sz w:val="24"/>
          <w:szCs w:val="24"/>
          <w:lang w:val="en-US"/>
        </w:rPr>
        <w:t>/</w:t>
      </w:r>
      <w:r w:rsidRPr="004F7CB7">
        <w:rPr>
          <w:rFonts w:ascii="Times New Roman" w:hAnsi="Times New Roman"/>
          <w:sz w:val="24"/>
          <w:szCs w:val="24"/>
          <w:lang w:val="uk-UA"/>
        </w:rPr>
        <w:t>2021</w:t>
      </w:r>
    </w:p>
    <w:p w:rsidR="00E37A20" w:rsidRDefault="00E37A20" w:rsidP="00E6572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E37A20" w:rsidRDefault="00E37A20" w:rsidP="00E6572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E37A20" w:rsidRDefault="00E37A20" w:rsidP="00E6572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E37A20" w:rsidRDefault="00E37A20" w:rsidP="00E6572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E37A20" w:rsidRDefault="00E37A20" w:rsidP="00E6572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349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0"/>
        <w:gridCol w:w="2552"/>
        <w:gridCol w:w="1701"/>
        <w:gridCol w:w="1134"/>
        <w:gridCol w:w="992"/>
        <w:gridCol w:w="2410"/>
      </w:tblGrid>
      <w:tr w:rsidR="00E37A20" w:rsidTr="002D51AD">
        <w:tc>
          <w:tcPr>
            <w:tcW w:w="1560" w:type="dxa"/>
            <w:vAlign w:val="center"/>
          </w:tcPr>
          <w:p w:rsidR="00E37A20" w:rsidRPr="002D51AD" w:rsidRDefault="00E37A20" w:rsidP="002D51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D51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Артикул</w:t>
            </w:r>
          </w:p>
        </w:tc>
        <w:tc>
          <w:tcPr>
            <w:tcW w:w="2552" w:type="dxa"/>
            <w:vAlign w:val="center"/>
          </w:tcPr>
          <w:p w:rsidR="00E37A20" w:rsidRPr="002D51AD" w:rsidRDefault="00E37A20" w:rsidP="002D51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D51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701" w:type="dxa"/>
            <w:vAlign w:val="center"/>
          </w:tcPr>
          <w:p w:rsidR="00E37A20" w:rsidRPr="002D51AD" w:rsidRDefault="00E37A20" w:rsidP="002D51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D51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Од. вим.</w:t>
            </w:r>
          </w:p>
        </w:tc>
        <w:tc>
          <w:tcPr>
            <w:tcW w:w="1134" w:type="dxa"/>
            <w:vAlign w:val="center"/>
          </w:tcPr>
          <w:p w:rsidR="00E37A20" w:rsidRPr="002D51AD" w:rsidRDefault="00E37A20" w:rsidP="002D51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D51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Ціна</w:t>
            </w:r>
          </w:p>
        </w:tc>
        <w:tc>
          <w:tcPr>
            <w:tcW w:w="992" w:type="dxa"/>
            <w:vAlign w:val="center"/>
          </w:tcPr>
          <w:p w:rsidR="00E37A20" w:rsidRPr="002D51AD" w:rsidRDefault="00E37A20" w:rsidP="002D51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D51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К-сть</w:t>
            </w:r>
          </w:p>
        </w:tc>
        <w:tc>
          <w:tcPr>
            <w:tcW w:w="2410" w:type="dxa"/>
            <w:vAlign w:val="center"/>
          </w:tcPr>
          <w:p w:rsidR="00E37A20" w:rsidRPr="002D51AD" w:rsidRDefault="00E37A20" w:rsidP="002D51A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D51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Сума</w:t>
            </w:r>
          </w:p>
        </w:tc>
      </w:tr>
      <w:tr w:rsidR="00E37A20" w:rsidTr="002D51AD">
        <w:tc>
          <w:tcPr>
            <w:tcW w:w="1560" w:type="dxa"/>
          </w:tcPr>
          <w:p w:rsidR="00E37A20" w:rsidRPr="002D51AD" w:rsidRDefault="00E37A20" w:rsidP="002D51A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</w:tcPr>
          <w:p w:rsidR="00E37A20" w:rsidRPr="002D51AD" w:rsidRDefault="00E37A20" w:rsidP="002D51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D51A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Бібліотечний  фонд</w:t>
            </w:r>
          </w:p>
        </w:tc>
        <w:tc>
          <w:tcPr>
            <w:tcW w:w="1701" w:type="dxa"/>
          </w:tcPr>
          <w:p w:rsidR="00E37A20" w:rsidRPr="002D51AD" w:rsidRDefault="00E37A20" w:rsidP="002D51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D51A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примірник</w:t>
            </w:r>
          </w:p>
        </w:tc>
        <w:tc>
          <w:tcPr>
            <w:tcW w:w="1134" w:type="dxa"/>
          </w:tcPr>
          <w:p w:rsidR="00E37A20" w:rsidRPr="002D51AD" w:rsidRDefault="00E37A20" w:rsidP="002D51A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E37A20" w:rsidRPr="002D51AD" w:rsidRDefault="00E37A20" w:rsidP="002D51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D51AD">
              <w:rPr>
                <w:rFonts w:ascii="Times New Roman" w:hAnsi="Times New Roman"/>
                <w:sz w:val="28"/>
                <w:szCs w:val="28"/>
                <w:lang w:val="uk-UA"/>
              </w:rPr>
              <w:t>6082</w:t>
            </w:r>
          </w:p>
        </w:tc>
        <w:tc>
          <w:tcPr>
            <w:tcW w:w="2410" w:type="dxa"/>
          </w:tcPr>
          <w:p w:rsidR="00E37A20" w:rsidRPr="002D51AD" w:rsidRDefault="00E37A20" w:rsidP="002D51A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D51A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8 621,64</w:t>
            </w:r>
          </w:p>
        </w:tc>
      </w:tr>
      <w:tr w:rsidR="00E37A20" w:rsidTr="002D51AD">
        <w:tc>
          <w:tcPr>
            <w:tcW w:w="1560" w:type="dxa"/>
          </w:tcPr>
          <w:p w:rsidR="00E37A20" w:rsidRPr="002D51AD" w:rsidRDefault="00E37A20" w:rsidP="002D51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D51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на суму</w:t>
            </w:r>
          </w:p>
        </w:tc>
        <w:tc>
          <w:tcPr>
            <w:tcW w:w="2552" w:type="dxa"/>
          </w:tcPr>
          <w:p w:rsidR="00E37A20" w:rsidRPr="002D51AD" w:rsidRDefault="00E37A20" w:rsidP="002D51A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E37A20" w:rsidRPr="002D51AD" w:rsidRDefault="00E37A20" w:rsidP="002D51A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E37A20" w:rsidRPr="002D51AD" w:rsidRDefault="00E37A20" w:rsidP="002D51A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E37A20" w:rsidRPr="002D51AD" w:rsidRDefault="00E37A20" w:rsidP="002D51A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 w:firstLine="709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E37A20" w:rsidRPr="002D51AD" w:rsidRDefault="00E37A20" w:rsidP="002D51A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E37A20" w:rsidRPr="002D51AD" w:rsidRDefault="00E37A20" w:rsidP="002D51A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D51AD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8 621,64</w:t>
            </w:r>
          </w:p>
        </w:tc>
      </w:tr>
    </w:tbl>
    <w:p w:rsidR="00E37A20" w:rsidRPr="004F7CB7" w:rsidRDefault="00E37A20" w:rsidP="00E6572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37A20" w:rsidRDefault="00E37A20">
      <w:bookmarkStart w:id="0" w:name="_GoBack"/>
      <w:bookmarkEnd w:id="0"/>
    </w:p>
    <w:sectPr w:rsidR="00E37A20" w:rsidSect="00184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6DB3"/>
    <w:rsid w:val="00184DD7"/>
    <w:rsid w:val="001B4697"/>
    <w:rsid w:val="002D51AD"/>
    <w:rsid w:val="004F7CB7"/>
    <w:rsid w:val="00B66DB3"/>
    <w:rsid w:val="00D03F8C"/>
    <w:rsid w:val="00E37A20"/>
    <w:rsid w:val="00E65723"/>
    <w:rsid w:val="00F26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72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65723"/>
    <w:pPr>
      <w:ind w:firstLine="709"/>
      <w:jc w:val="both"/>
    </w:pPr>
    <w:rPr>
      <w:rFonts w:ascii="Times New Roman" w:hAnsi="Times New Roman"/>
      <w:sz w:val="28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B46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AE7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34</Words>
  <Characters>195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MICROSOFT</cp:lastModifiedBy>
  <cp:revision>3</cp:revision>
  <cp:lastPrinted>2021-12-23T09:43:00Z</cp:lastPrinted>
  <dcterms:created xsi:type="dcterms:W3CDTF">2021-11-17T16:12:00Z</dcterms:created>
  <dcterms:modified xsi:type="dcterms:W3CDTF">2021-12-23T09:43:00Z</dcterms:modified>
</cp:coreProperties>
</file>